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717B97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7717B9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7717B99" w14:textId="07EA6D2F" w:rsidR="0085747A" w:rsidRPr="009C54AE" w:rsidRDefault="0071620A" w:rsidP="51C5F863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51C5F863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51C5F863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3947DB">
        <w:rPr>
          <w:rFonts w:ascii="Corbel" w:hAnsi="Corbel"/>
          <w:b/>
          <w:bCs/>
          <w:smallCaps/>
          <w:sz w:val="24"/>
          <w:szCs w:val="24"/>
        </w:rPr>
        <w:t>2023-2025</w:t>
      </w:r>
    </w:p>
    <w:p w14:paraId="07717B9A" w14:textId="59663305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5353A786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          </w:t>
      </w:r>
      <w:r w:rsidR="0085747A" w:rsidRPr="5353A786">
        <w:rPr>
          <w:rFonts w:ascii="Corbel" w:hAnsi="Corbel"/>
          <w:i/>
          <w:iCs/>
          <w:sz w:val="20"/>
          <w:szCs w:val="20"/>
        </w:rPr>
        <w:t>(skrajne daty</w:t>
      </w:r>
      <w:r w:rsidR="0085747A" w:rsidRPr="5353A786">
        <w:rPr>
          <w:rFonts w:ascii="Corbel" w:hAnsi="Corbel"/>
          <w:sz w:val="20"/>
          <w:szCs w:val="20"/>
        </w:rPr>
        <w:t>)</w:t>
      </w:r>
    </w:p>
    <w:p w14:paraId="07717B9B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5C3C2B">
        <w:rPr>
          <w:rFonts w:ascii="Corbel" w:hAnsi="Corbel"/>
          <w:sz w:val="20"/>
          <w:szCs w:val="20"/>
        </w:rPr>
        <w:t xml:space="preserve">                 </w:t>
      </w:r>
      <w:r>
        <w:rPr>
          <w:rFonts w:ascii="Corbel" w:hAnsi="Corbel"/>
          <w:sz w:val="20"/>
          <w:szCs w:val="20"/>
        </w:rPr>
        <w:t xml:space="preserve">Rok akademicki </w:t>
      </w:r>
      <w:r w:rsidR="00652234">
        <w:rPr>
          <w:rFonts w:ascii="Corbel" w:hAnsi="Corbel"/>
          <w:sz w:val="20"/>
          <w:szCs w:val="20"/>
        </w:rPr>
        <w:t>2023/2024</w:t>
      </w:r>
    </w:p>
    <w:p w14:paraId="07717B9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7717B9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7717BA0" w14:textId="77777777" w:rsidTr="29C4E9D9">
        <w:tc>
          <w:tcPr>
            <w:tcW w:w="2694" w:type="dxa"/>
            <w:vAlign w:val="center"/>
          </w:tcPr>
          <w:p w14:paraId="07717B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717B9F" w14:textId="77777777" w:rsidR="0085747A" w:rsidRPr="009C54AE" w:rsidRDefault="34820526" w:rsidP="5353A786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5353A786">
              <w:rPr>
                <w:rFonts w:ascii="Corbel" w:hAnsi="Corbel"/>
                <w:bCs/>
                <w:sz w:val="24"/>
                <w:szCs w:val="24"/>
              </w:rPr>
              <w:t>Zarzą</w:t>
            </w:r>
            <w:r w:rsidR="6234A946" w:rsidRPr="5353A786">
              <w:rPr>
                <w:rFonts w:ascii="Corbel" w:hAnsi="Corbel"/>
                <w:bCs/>
                <w:sz w:val="24"/>
                <w:szCs w:val="24"/>
              </w:rPr>
              <w:t xml:space="preserve">dzanie systemem usług publicznych </w:t>
            </w:r>
            <w:r w:rsidR="00652234" w:rsidRPr="5353A786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9C54AE" w14:paraId="07717BA3" w14:textId="77777777" w:rsidTr="29C4E9D9">
        <w:tc>
          <w:tcPr>
            <w:tcW w:w="2694" w:type="dxa"/>
            <w:vAlign w:val="center"/>
          </w:tcPr>
          <w:p w14:paraId="07717BA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717BA2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7717BA6" w14:textId="77777777" w:rsidTr="29C4E9D9">
        <w:tc>
          <w:tcPr>
            <w:tcW w:w="2694" w:type="dxa"/>
            <w:vAlign w:val="center"/>
          </w:tcPr>
          <w:p w14:paraId="07717BA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7717BA5" w14:textId="77777777" w:rsidR="0085747A" w:rsidRPr="009C54AE" w:rsidRDefault="006522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07717BA9" w14:textId="77777777" w:rsidTr="29C4E9D9">
        <w:tc>
          <w:tcPr>
            <w:tcW w:w="2694" w:type="dxa"/>
            <w:vAlign w:val="center"/>
          </w:tcPr>
          <w:p w14:paraId="07717B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7717BA8" w14:textId="417422B4" w:rsidR="0085747A" w:rsidRPr="009C54AE" w:rsidRDefault="6CC053F3" w:rsidP="5353A7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353A786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9C54AE" w14:paraId="07717BAC" w14:textId="77777777" w:rsidTr="29C4E9D9">
        <w:tc>
          <w:tcPr>
            <w:tcW w:w="2694" w:type="dxa"/>
            <w:vAlign w:val="center"/>
          </w:tcPr>
          <w:p w14:paraId="07717B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7717BAB" w14:textId="77777777" w:rsidR="0085747A" w:rsidRPr="009C54AE" w:rsidRDefault="006522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miejskie </w:t>
            </w:r>
          </w:p>
        </w:tc>
      </w:tr>
      <w:tr w:rsidR="0085747A" w:rsidRPr="009C54AE" w14:paraId="07717BAF" w14:textId="77777777" w:rsidTr="29C4E9D9">
        <w:tc>
          <w:tcPr>
            <w:tcW w:w="2694" w:type="dxa"/>
            <w:vAlign w:val="center"/>
          </w:tcPr>
          <w:p w14:paraId="07717BA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7717BAE" w14:textId="77777777" w:rsidR="0085747A" w:rsidRPr="009C54AE" w:rsidRDefault="006522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II stopnia </w:t>
            </w:r>
          </w:p>
        </w:tc>
      </w:tr>
      <w:tr w:rsidR="0085747A" w:rsidRPr="009C54AE" w14:paraId="07717BB2" w14:textId="77777777" w:rsidTr="29C4E9D9">
        <w:tc>
          <w:tcPr>
            <w:tcW w:w="2694" w:type="dxa"/>
            <w:vAlign w:val="center"/>
          </w:tcPr>
          <w:p w14:paraId="07717B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7717BB1" w14:textId="77777777" w:rsidR="0085747A" w:rsidRPr="009C54AE" w:rsidRDefault="006522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9C54AE" w14:paraId="07717BB5" w14:textId="77777777" w:rsidTr="29C4E9D9">
        <w:tc>
          <w:tcPr>
            <w:tcW w:w="2694" w:type="dxa"/>
            <w:vAlign w:val="center"/>
          </w:tcPr>
          <w:p w14:paraId="07717BB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7717BB4" w14:textId="0ED9D23B" w:rsidR="0085747A" w:rsidRPr="009C54AE" w:rsidRDefault="00652234" w:rsidP="51C5F8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9C4E9D9">
              <w:rPr>
                <w:rFonts w:ascii="Corbel" w:hAnsi="Corbel"/>
                <w:b w:val="0"/>
                <w:sz w:val="24"/>
                <w:szCs w:val="24"/>
              </w:rPr>
              <w:t xml:space="preserve">niestacjonarne </w:t>
            </w:r>
          </w:p>
        </w:tc>
      </w:tr>
      <w:tr w:rsidR="0085747A" w:rsidRPr="009C54AE" w14:paraId="07717BB8" w14:textId="77777777" w:rsidTr="29C4E9D9">
        <w:tc>
          <w:tcPr>
            <w:tcW w:w="2694" w:type="dxa"/>
            <w:vAlign w:val="center"/>
          </w:tcPr>
          <w:p w14:paraId="07717BB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7717BB7" w14:textId="77777777" w:rsidR="0085747A" w:rsidRPr="009C54AE" w:rsidRDefault="006522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I</w:t>
            </w:r>
            <w:r w:rsidR="00237EFD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 </w:t>
            </w:r>
          </w:p>
        </w:tc>
      </w:tr>
      <w:tr w:rsidR="0085747A" w:rsidRPr="009C54AE" w14:paraId="07717BBB" w14:textId="77777777" w:rsidTr="29C4E9D9">
        <w:tc>
          <w:tcPr>
            <w:tcW w:w="2694" w:type="dxa"/>
            <w:vAlign w:val="center"/>
          </w:tcPr>
          <w:p w14:paraId="07717B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717BBA" w14:textId="77777777" w:rsidR="0085747A" w:rsidRPr="009C54AE" w:rsidRDefault="00216B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07717BBE" w14:textId="77777777" w:rsidTr="29C4E9D9">
        <w:tc>
          <w:tcPr>
            <w:tcW w:w="2694" w:type="dxa"/>
            <w:vAlign w:val="center"/>
          </w:tcPr>
          <w:p w14:paraId="07717BB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717BBD" w14:textId="77777777" w:rsidR="00923D7D" w:rsidRPr="009C54AE" w:rsidRDefault="006522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9C54AE" w14:paraId="07717BC1" w14:textId="77777777" w:rsidTr="29C4E9D9">
        <w:tc>
          <w:tcPr>
            <w:tcW w:w="2694" w:type="dxa"/>
            <w:vAlign w:val="center"/>
          </w:tcPr>
          <w:p w14:paraId="07717BB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717BC0" w14:textId="77777777" w:rsidR="0085747A" w:rsidRPr="009C54AE" w:rsidRDefault="00BD412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Bogusław Kotarba</w:t>
            </w:r>
          </w:p>
        </w:tc>
      </w:tr>
      <w:tr w:rsidR="0085747A" w:rsidRPr="009C54AE" w14:paraId="07717BC4" w14:textId="77777777" w:rsidTr="29C4E9D9">
        <w:tc>
          <w:tcPr>
            <w:tcW w:w="2694" w:type="dxa"/>
            <w:vAlign w:val="center"/>
          </w:tcPr>
          <w:p w14:paraId="07717B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717BC3" w14:textId="77777777" w:rsidR="0085747A" w:rsidRPr="009C54AE" w:rsidRDefault="00BD412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Bogusław Kotarba</w:t>
            </w:r>
          </w:p>
        </w:tc>
      </w:tr>
    </w:tbl>
    <w:p w14:paraId="07717BC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7717BC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7717BC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7717BC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0"/>
        <w:gridCol w:w="945"/>
        <w:gridCol w:w="665"/>
        <w:gridCol w:w="930"/>
        <w:gridCol w:w="722"/>
        <w:gridCol w:w="821"/>
        <w:gridCol w:w="763"/>
        <w:gridCol w:w="948"/>
        <w:gridCol w:w="1189"/>
        <w:gridCol w:w="1505"/>
      </w:tblGrid>
      <w:tr w:rsidR="00015B8F" w:rsidRPr="009C54AE" w14:paraId="07717BD4" w14:textId="77777777" w:rsidTr="336D46E7"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17BC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7717BC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17B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17B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17B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17B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17B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17B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17B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17B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17B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7717BDF" w14:textId="77777777" w:rsidTr="336D46E7">
        <w:trPr>
          <w:trHeight w:val="453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17BD5" w14:textId="0B0C0119" w:rsidR="00015B8F" w:rsidRPr="009C54AE" w:rsidRDefault="00652234" w:rsidP="00E75B8E">
            <w:pPr>
              <w:spacing w:after="0" w:line="240" w:lineRule="auto"/>
              <w:jc w:val="center"/>
            </w:pPr>
            <w:r w:rsidRPr="336D46E7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17BD6" w14:textId="4F38801A" w:rsidR="00015B8F" w:rsidRPr="009C54AE" w:rsidRDefault="00237E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36D46E7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17B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17BD8" w14:textId="73941F78" w:rsidR="00015B8F" w:rsidRPr="009C54AE" w:rsidRDefault="336D46E7">
            <w:pPr>
              <w:pStyle w:val="centralniewrubryce"/>
              <w:spacing w:before="0" w:after="0"/>
            </w:pPr>
            <w:r w:rsidRPr="336D46E7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17B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17B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17B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17B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17B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17BDE" w14:textId="77777777" w:rsidR="00015B8F" w:rsidRPr="009C54AE" w:rsidRDefault="00237E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7717BE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7717BE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7717BE3" w14:textId="77777777" w:rsidR="0085747A" w:rsidRPr="009C54AE" w:rsidRDefault="00BD412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7717BE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7717B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7717BE6" w14:textId="4AEA7075" w:rsidR="00E22FBC" w:rsidRPr="009C54AE" w:rsidRDefault="00E22FBC" w:rsidP="5353A78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353A786">
        <w:rPr>
          <w:rFonts w:ascii="Corbel" w:hAnsi="Corbel"/>
          <w:smallCaps w:val="0"/>
        </w:rPr>
        <w:t xml:space="preserve">1.3 </w:t>
      </w:r>
      <w:r>
        <w:tab/>
      </w:r>
      <w:r w:rsidRPr="5353A786">
        <w:rPr>
          <w:rFonts w:ascii="Corbel" w:hAnsi="Corbel"/>
          <w:smallCaps w:val="0"/>
        </w:rPr>
        <w:t>For</w:t>
      </w:r>
      <w:r w:rsidR="00445970" w:rsidRPr="5353A786">
        <w:rPr>
          <w:rFonts w:ascii="Corbel" w:hAnsi="Corbel"/>
          <w:smallCaps w:val="0"/>
        </w:rPr>
        <w:t xml:space="preserve">ma zaliczenia przedmiotu </w:t>
      </w:r>
      <w:r w:rsidR="003947DB">
        <w:rPr>
          <w:rFonts w:ascii="Corbel" w:hAnsi="Corbel"/>
          <w:smallCaps w:val="0"/>
        </w:rPr>
        <w:t xml:space="preserve"> (z toku): </w:t>
      </w:r>
      <w:r w:rsidR="003947DB" w:rsidRPr="003947DB">
        <w:rPr>
          <w:rFonts w:ascii="Corbel" w:hAnsi="Corbel"/>
          <w:b w:val="0"/>
          <w:smallCaps w:val="0"/>
        </w:rPr>
        <w:t>zaliczenie z oceną</w:t>
      </w:r>
      <w:r w:rsidR="003947DB">
        <w:rPr>
          <w:rFonts w:ascii="Corbel" w:hAnsi="Corbel"/>
          <w:smallCaps w:val="0"/>
        </w:rPr>
        <w:t xml:space="preserve"> </w:t>
      </w:r>
    </w:p>
    <w:p w14:paraId="07717BE7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717BE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5353A786">
        <w:rPr>
          <w:rFonts w:ascii="Corbel" w:hAnsi="Corbel"/>
        </w:rPr>
        <w:t xml:space="preserve">2.Wymagania wstępne </w:t>
      </w:r>
    </w:p>
    <w:p w14:paraId="4297737B" w14:textId="548C2CA7" w:rsidR="5353A786" w:rsidRDefault="5353A786" w:rsidP="5353A786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7717BEB" w14:textId="77777777" w:rsidTr="00745302">
        <w:tc>
          <w:tcPr>
            <w:tcW w:w="9670" w:type="dxa"/>
          </w:tcPr>
          <w:p w14:paraId="07717BEA" w14:textId="77777777" w:rsidR="0085747A" w:rsidRPr="009C54AE" w:rsidRDefault="00BD412F" w:rsidP="0064294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D41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o administracji publicznej, </w:t>
            </w:r>
            <w:r w:rsidR="006429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organizacji</w:t>
            </w:r>
            <w:r w:rsidRPr="00BD41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zadaniach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jednostek </w:t>
            </w:r>
            <w:r w:rsidRPr="00BD41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samorządu terytorialnego</w:t>
            </w:r>
          </w:p>
        </w:tc>
      </w:tr>
    </w:tbl>
    <w:p w14:paraId="07717BE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111023" w14:textId="77777777" w:rsidR="004A107A" w:rsidRDefault="004A107A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7717BED" w14:textId="2954D9C3" w:rsidR="0085747A" w:rsidRPr="00C05F44" w:rsidRDefault="0071620A" w:rsidP="336D46E7">
      <w:pPr>
        <w:pStyle w:val="Punktygwne"/>
        <w:spacing w:before="0" w:after="0"/>
        <w:rPr>
          <w:rFonts w:ascii="Corbel" w:hAnsi="Corbel"/>
        </w:rPr>
      </w:pPr>
      <w:r w:rsidRPr="336D46E7">
        <w:rPr>
          <w:rFonts w:ascii="Corbel" w:hAnsi="Corbel"/>
        </w:rPr>
        <w:lastRenderedPageBreak/>
        <w:t>3.</w:t>
      </w:r>
      <w:r w:rsidR="0085747A" w:rsidRPr="336D46E7">
        <w:rPr>
          <w:rFonts w:ascii="Corbel" w:hAnsi="Corbel"/>
        </w:rPr>
        <w:t xml:space="preserve"> </w:t>
      </w:r>
      <w:r w:rsidR="00A84C85" w:rsidRPr="336D46E7">
        <w:rPr>
          <w:rFonts w:ascii="Corbel" w:hAnsi="Corbel"/>
        </w:rPr>
        <w:t>cele, efekty uczenia się</w:t>
      </w:r>
      <w:r w:rsidR="0085747A" w:rsidRPr="336D46E7">
        <w:rPr>
          <w:rFonts w:ascii="Corbel" w:hAnsi="Corbel"/>
        </w:rPr>
        <w:t>, treści Programowe i stosowane metody Dydaktyczne</w:t>
      </w:r>
    </w:p>
    <w:p w14:paraId="07717BE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717BE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7717BF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07717BF3" w14:textId="77777777" w:rsidTr="00923D7D">
        <w:tc>
          <w:tcPr>
            <w:tcW w:w="851" w:type="dxa"/>
            <w:vAlign w:val="center"/>
          </w:tcPr>
          <w:p w14:paraId="07717BF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7717BF2" w14:textId="77777777" w:rsidR="0085747A" w:rsidRPr="009C54AE" w:rsidRDefault="00624C32" w:rsidP="003867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ze specyfiką zaspokajania zbiorowych potrzeb mieszkańców przez gminę</w:t>
            </w:r>
            <w:r w:rsidR="00386718">
              <w:rPr>
                <w:rFonts w:ascii="Corbel" w:hAnsi="Corbel"/>
                <w:b w:val="0"/>
                <w:sz w:val="24"/>
                <w:szCs w:val="24"/>
              </w:rPr>
              <w:t xml:space="preserve"> miejską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07717BF6" w14:textId="77777777" w:rsidTr="00923D7D">
        <w:tc>
          <w:tcPr>
            <w:tcW w:w="851" w:type="dxa"/>
            <w:vAlign w:val="center"/>
          </w:tcPr>
          <w:p w14:paraId="07717BF4" w14:textId="77777777" w:rsidR="0085747A" w:rsidRPr="009C54AE" w:rsidRDefault="0002172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7717BF5" w14:textId="77777777" w:rsidR="0085747A" w:rsidRPr="009C54AE" w:rsidRDefault="000217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z formami organizacyjno-prawnymi świadczenia usług publ</w:t>
            </w:r>
            <w:r w:rsidR="00386718">
              <w:rPr>
                <w:rFonts w:ascii="Corbel" w:hAnsi="Corbel"/>
                <w:b w:val="0"/>
                <w:sz w:val="24"/>
                <w:szCs w:val="24"/>
              </w:rPr>
              <w:t>icznych</w:t>
            </w:r>
          </w:p>
        </w:tc>
      </w:tr>
      <w:tr w:rsidR="0085747A" w:rsidRPr="009C54AE" w14:paraId="07717BF9" w14:textId="77777777" w:rsidTr="00923D7D">
        <w:tc>
          <w:tcPr>
            <w:tcW w:w="851" w:type="dxa"/>
            <w:vAlign w:val="center"/>
          </w:tcPr>
          <w:p w14:paraId="07717BF7" w14:textId="77777777" w:rsidR="0085747A" w:rsidRPr="009C54AE" w:rsidRDefault="0085747A" w:rsidP="003867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8671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7717BF8" w14:textId="77777777" w:rsidR="0085747A" w:rsidRPr="009C54AE" w:rsidRDefault="00084F58" w:rsidP="00124B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procesami podejmowania decyzji strategicznych i operacyjnych</w:t>
            </w:r>
            <w:r w:rsidR="00124BF0">
              <w:rPr>
                <w:rFonts w:ascii="Corbel" w:hAnsi="Corbel"/>
                <w:b w:val="0"/>
                <w:sz w:val="24"/>
                <w:szCs w:val="24"/>
              </w:rPr>
              <w:t xml:space="preserve"> w sferze usług publicznych</w:t>
            </w:r>
          </w:p>
        </w:tc>
      </w:tr>
    </w:tbl>
    <w:p w14:paraId="07717B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717BF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7717BF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7717C00" w14:textId="77777777" w:rsidTr="5353A786">
        <w:tc>
          <w:tcPr>
            <w:tcW w:w="1701" w:type="dxa"/>
            <w:vAlign w:val="center"/>
          </w:tcPr>
          <w:p w14:paraId="07717BF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7717BF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7717BF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7717C04" w14:textId="77777777" w:rsidTr="5353A786">
        <w:tc>
          <w:tcPr>
            <w:tcW w:w="1701" w:type="dxa"/>
          </w:tcPr>
          <w:p w14:paraId="07717C0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7717C02" w14:textId="77777777" w:rsidR="0085747A" w:rsidRPr="009C54AE" w:rsidRDefault="001A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charakteryzuje </w:t>
            </w:r>
            <w:r w:rsidR="009E5D0F">
              <w:rPr>
                <w:rFonts w:ascii="Corbel" w:hAnsi="Corbel"/>
                <w:b w:val="0"/>
                <w:smallCaps w:val="0"/>
                <w:szCs w:val="24"/>
              </w:rPr>
              <w:t>formy świadczenia usług publicznych przez gminę</w:t>
            </w:r>
          </w:p>
        </w:tc>
        <w:tc>
          <w:tcPr>
            <w:tcW w:w="1873" w:type="dxa"/>
          </w:tcPr>
          <w:p w14:paraId="07717C03" w14:textId="77777777" w:rsidR="0085747A" w:rsidRPr="009C54AE" w:rsidRDefault="009E5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07717C08" w14:textId="77777777" w:rsidTr="5353A786">
        <w:tc>
          <w:tcPr>
            <w:tcW w:w="1701" w:type="dxa"/>
          </w:tcPr>
          <w:p w14:paraId="07717C0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7717C06" w14:textId="77777777" w:rsidR="0085747A" w:rsidRPr="009C54AE" w:rsidRDefault="0081408C" w:rsidP="00AC0F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zasady świadczenia usług w ramach partnerstwa </w:t>
            </w:r>
            <w:r w:rsidR="00AC0FC6">
              <w:rPr>
                <w:rFonts w:ascii="Corbel" w:hAnsi="Corbel"/>
                <w:b w:val="0"/>
                <w:smallCaps w:val="0"/>
                <w:szCs w:val="24"/>
              </w:rPr>
              <w:t>publiczno-prywatnego</w:t>
            </w:r>
          </w:p>
        </w:tc>
        <w:tc>
          <w:tcPr>
            <w:tcW w:w="1873" w:type="dxa"/>
          </w:tcPr>
          <w:p w14:paraId="07717C07" w14:textId="77777777" w:rsidR="0085747A" w:rsidRPr="009C54AE" w:rsidRDefault="00AC0F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14:paraId="07717C0C" w14:textId="77777777" w:rsidTr="5353A786">
        <w:tc>
          <w:tcPr>
            <w:tcW w:w="1701" w:type="dxa"/>
          </w:tcPr>
          <w:p w14:paraId="07717C09" w14:textId="77777777" w:rsidR="0085747A" w:rsidRPr="009C54AE" w:rsidRDefault="0085747A" w:rsidP="00AC0F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C0FC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7717C0A" w14:textId="77777777" w:rsidR="0085747A" w:rsidRPr="009C54AE" w:rsidRDefault="008140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analizuje i ocenia efektywność i jakość świadczenia usług publicznych</w:t>
            </w:r>
          </w:p>
        </w:tc>
        <w:tc>
          <w:tcPr>
            <w:tcW w:w="1873" w:type="dxa"/>
          </w:tcPr>
          <w:p w14:paraId="07717C0B" w14:textId="77777777" w:rsidR="0085747A" w:rsidRPr="009C54AE" w:rsidRDefault="008140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K_Uo1</w:t>
            </w:r>
          </w:p>
        </w:tc>
      </w:tr>
      <w:tr w:rsidR="00AC0FC6" w:rsidRPr="009C54AE" w14:paraId="07717C10" w14:textId="77777777" w:rsidTr="5353A786">
        <w:tc>
          <w:tcPr>
            <w:tcW w:w="1701" w:type="dxa"/>
          </w:tcPr>
          <w:p w14:paraId="07717C0D" w14:textId="77777777" w:rsidR="00AC0FC6" w:rsidRPr="009C54AE" w:rsidRDefault="00AC0FC6" w:rsidP="00AC0F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7717C0E" w14:textId="77777777" w:rsidR="00AC0FC6" w:rsidRDefault="00B744DE" w:rsidP="00997E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997E97">
              <w:rPr>
                <w:rFonts w:ascii="Corbel" w:hAnsi="Corbel"/>
                <w:b w:val="0"/>
                <w:smallCaps w:val="0"/>
                <w:szCs w:val="24"/>
              </w:rPr>
              <w:t xml:space="preserve">est zdolny do aktywnego udziału w debatach na temat funkcjonowania miasta i zaspokajania </w:t>
            </w:r>
            <w:r w:rsidR="0064294B">
              <w:rPr>
                <w:rFonts w:ascii="Corbel" w:hAnsi="Corbel"/>
                <w:b w:val="0"/>
                <w:smallCaps w:val="0"/>
                <w:szCs w:val="24"/>
              </w:rPr>
              <w:t xml:space="preserve">zbiorowych </w:t>
            </w:r>
            <w:r w:rsidR="00997E97">
              <w:rPr>
                <w:rFonts w:ascii="Corbel" w:hAnsi="Corbel"/>
                <w:b w:val="0"/>
                <w:smallCaps w:val="0"/>
                <w:szCs w:val="24"/>
              </w:rPr>
              <w:t>potrzeb mieszkańców</w:t>
            </w:r>
          </w:p>
        </w:tc>
        <w:tc>
          <w:tcPr>
            <w:tcW w:w="1873" w:type="dxa"/>
          </w:tcPr>
          <w:p w14:paraId="07717C0F" w14:textId="088E37BF" w:rsidR="00AC0FC6" w:rsidRDefault="7F6FE4FD" w:rsidP="5353A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353A786">
              <w:rPr>
                <w:rFonts w:ascii="Corbel" w:hAnsi="Corbel"/>
                <w:b w:val="0"/>
                <w:smallCaps w:val="0"/>
              </w:rPr>
              <w:t>K_U03</w:t>
            </w:r>
          </w:p>
        </w:tc>
      </w:tr>
    </w:tbl>
    <w:p w14:paraId="07717C1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717C1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7717C1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5353A786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7717C16" w14:textId="77777777" w:rsidTr="5353A786">
        <w:tc>
          <w:tcPr>
            <w:tcW w:w="9639" w:type="dxa"/>
          </w:tcPr>
          <w:p w14:paraId="07717C1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57211" w:rsidRPr="009C54AE" w14:paraId="07717C18" w14:textId="77777777" w:rsidTr="5353A786">
        <w:tc>
          <w:tcPr>
            <w:tcW w:w="9639" w:type="dxa"/>
          </w:tcPr>
          <w:p w14:paraId="07717C17" w14:textId="77777777" w:rsidR="00C57211" w:rsidRDefault="3CD002F2" w:rsidP="5353A7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353A786">
              <w:rPr>
                <w:rFonts w:ascii="Corbel" w:hAnsi="Corbel"/>
                <w:sz w:val="24"/>
                <w:szCs w:val="24"/>
              </w:rPr>
              <w:t>Pojęcie usług publicznych</w:t>
            </w:r>
            <w:r w:rsidR="26B26CC6" w:rsidRPr="5353A786">
              <w:rPr>
                <w:rFonts w:ascii="Corbel" w:hAnsi="Corbel"/>
                <w:sz w:val="24"/>
                <w:szCs w:val="24"/>
              </w:rPr>
              <w:t>, współczesne zasady organizacji wykonywania zadań publicznych</w:t>
            </w:r>
          </w:p>
        </w:tc>
      </w:tr>
      <w:tr w:rsidR="0085747A" w:rsidRPr="009C54AE" w14:paraId="07717C1A" w14:textId="77777777" w:rsidTr="5353A786">
        <w:tc>
          <w:tcPr>
            <w:tcW w:w="9639" w:type="dxa"/>
          </w:tcPr>
          <w:p w14:paraId="07717C19" w14:textId="77777777" w:rsidR="0085747A" w:rsidRPr="009C54AE" w:rsidRDefault="3CD002F2" w:rsidP="5353A7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353A786">
              <w:rPr>
                <w:rFonts w:ascii="Corbel" w:hAnsi="Corbel"/>
                <w:sz w:val="24"/>
                <w:szCs w:val="24"/>
              </w:rPr>
              <w:t>Z</w:t>
            </w:r>
            <w:r w:rsidR="6F6804DB" w:rsidRPr="5353A786">
              <w:rPr>
                <w:rFonts w:ascii="Corbel" w:hAnsi="Corbel"/>
                <w:sz w:val="24"/>
                <w:szCs w:val="24"/>
              </w:rPr>
              <w:t xml:space="preserve">akres  i cechy </w:t>
            </w:r>
            <w:r w:rsidR="5FAB5579" w:rsidRPr="5353A786">
              <w:rPr>
                <w:rFonts w:ascii="Corbel" w:hAnsi="Corbel"/>
                <w:sz w:val="24"/>
                <w:szCs w:val="24"/>
              </w:rPr>
              <w:t>gospodarki/</w:t>
            </w:r>
            <w:r w:rsidR="6F6804DB" w:rsidRPr="5353A786">
              <w:rPr>
                <w:rFonts w:ascii="Corbel" w:hAnsi="Corbel"/>
                <w:sz w:val="24"/>
                <w:szCs w:val="24"/>
              </w:rPr>
              <w:t>usług komunalnych</w:t>
            </w:r>
          </w:p>
        </w:tc>
      </w:tr>
      <w:tr w:rsidR="0085747A" w:rsidRPr="009C54AE" w14:paraId="07717C1C" w14:textId="77777777" w:rsidTr="5353A786">
        <w:tc>
          <w:tcPr>
            <w:tcW w:w="9639" w:type="dxa"/>
          </w:tcPr>
          <w:p w14:paraId="07717C1B" w14:textId="77777777" w:rsidR="0085747A" w:rsidRPr="009C54AE" w:rsidRDefault="6F6804DB" w:rsidP="5353A7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353A786">
              <w:rPr>
                <w:rFonts w:ascii="Corbel" w:hAnsi="Corbel"/>
                <w:sz w:val="24"/>
                <w:szCs w:val="24"/>
              </w:rPr>
              <w:t xml:space="preserve">Specyfika lokalnych usług społecznych </w:t>
            </w:r>
          </w:p>
        </w:tc>
      </w:tr>
      <w:tr w:rsidR="0085747A" w:rsidRPr="009C54AE" w14:paraId="07717C1E" w14:textId="77777777" w:rsidTr="5353A786">
        <w:tc>
          <w:tcPr>
            <w:tcW w:w="9639" w:type="dxa"/>
          </w:tcPr>
          <w:p w14:paraId="07717C1D" w14:textId="77777777" w:rsidR="0085747A" w:rsidRPr="009C54AE" w:rsidRDefault="5FAB5579" w:rsidP="5353A7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353A786">
              <w:rPr>
                <w:rFonts w:ascii="Corbel" w:hAnsi="Corbel"/>
                <w:sz w:val="24"/>
                <w:szCs w:val="24"/>
              </w:rPr>
              <w:t xml:space="preserve">Formy organizacyjno-prawne świadczenia usług publicznych przez gminę </w:t>
            </w:r>
          </w:p>
        </w:tc>
      </w:tr>
      <w:tr w:rsidR="00F57F18" w:rsidRPr="009C54AE" w14:paraId="07717C20" w14:textId="77777777" w:rsidTr="5353A786">
        <w:tc>
          <w:tcPr>
            <w:tcW w:w="9639" w:type="dxa"/>
          </w:tcPr>
          <w:p w14:paraId="07717C1F" w14:textId="77777777" w:rsidR="00F57F18" w:rsidRDefault="5FAB5579" w:rsidP="5353A7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353A786">
              <w:rPr>
                <w:rFonts w:ascii="Corbel" w:hAnsi="Corbel"/>
                <w:sz w:val="24"/>
                <w:szCs w:val="24"/>
              </w:rPr>
              <w:t>Miasto jak organizator i dostawca usług komunalnych i społecznych</w:t>
            </w:r>
            <w:r w:rsidR="0283A20D" w:rsidRPr="5353A78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71B10" w:rsidRPr="009C54AE" w14:paraId="07717C22" w14:textId="77777777" w:rsidTr="5353A786">
        <w:tc>
          <w:tcPr>
            <w:tcW w:w="9639" w:type="dxa"/>
          </w:tcPr>
          <w:p w14:paraId="07717C21" w14:textId="77777777" w:rsidR="00C04433" w:rsidRPr="00AA1ADD" w:rsidRDefault="3AC09870" w:rsidP="5353A7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353A786">
              <w:rPr>
                <w:rFonts w:ascii="Corbel" w:hAnsi="Corbel"/>
                <w:sz w:val="24"/>
                <w:szCs w:val="24"/>
              </w:rPr>
              <w:t>System usług publicznych w mieście – zarządzanie strategiczne i operacyjne</w:t>
            </w:r>
          </w:p>
        </w:tc>
      </w:tr>
      <w:tr w:rsidR="00C04433" w:rsidRPr="009C54AE" w14:paraId="07717C24" w14:textId="77777777" w:rsidTr="5353A786">
        <w:tc>
          <w:tcPr>
            <w:tcW w:w="9639" w:type="dxa"/>
          </w:tcPr>
          <w:p w14:paraId="07717C23" w14:textId="77777777" w:rsidR="00C04433" w:rsidRDefault="55B8AD03" w:rsidP="5353A7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353A786">
              <w:rPr>
                <w:rFonts w:ascii="Corbel" w:hAnsi="Corbel"/>
                <w:sz w:val="24"/>
                <w:szCs w:val="24"/>
              </w:rPr>
              <w:t>Bariery i szanse rozwoju samorządowych usług publicznych</w:t>
            </w:r>
          </w:p>
        </w:tc>
      </w:tr>
    </w:tbl>
    <w:p w14:paraId="07717C2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7717C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353A78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5353A786">
        <w:rPr>
          <w:rFonts w:ascii="Corbel" w:hAnsi="Corbel"/>
          <w:sz w:val="24"/>
          <w:szCs w:val="24"/>
        </w:rPr>
        <w:t xml:space="preserve">, </w:t>
      </w:r>
      <w:r w:rsidRPr="5353A786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7717C29" w14:textId="77777777" w:rsidTr="00923D7D">
        <w:tc>
          <w:tcPr>
            <w:tcW w:w="9639" w:type="dxa"/>
          </w:tcPr>
          <w:p w14:paraId="07717C2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7717C2B" w14:textId="77777777" w:rsidTr="00923D7D">
        <w:tc>
          <w:tcPr>
            <w:tcW w:w="9639" w:type="dxa"/>
          </w:tcPr>
          <w:p w14:paraId="07717C2A" w14:textId="77777777" w:rsidR="0085747A" w:rsidRPr="009C54AE" w:rsidRDefault="00BA74FF" w:rsidP="004533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usług</w:t>
            </w:r>
            <w:r w:rsidR="004533DF">
              <w:rPr>
                <w:rFonts w:ascii="Corbel" w:hAnsi="Corbel"/>
                <w:sz w:val="24"/>
                <w:szCs w:val="24"/>
              </w:rPr>
              <w:t>ami</w:t>
            </w:r>
            <w:r>
              <w:rPr>
                <w:rFonts w:ascii="Corbel" w:hAnsi="Corbel"/>
                <w:sz w:val="24"/>
                <w:szCs w:val="24"/>
              </w:rPr>
              <w:t xml:space="preserve"> komunalny</w:t>
            </w:r>
            <w:r w:rsidR="004533DF">
              <w:rPr>
                <w:rFonts w:ascii="Corbel" w:hAnsi="Corbel"/>
                <w:sz w:val="24"/>
                <w:szCs w:val="24"/>
              </w:rPr>
              <w:t>mi</w:t>
            </w:r>
          </w:p>
        </w:tc>
      </w:tr>
      <w:tr w:rsidR="0085747A" w:rsidRPr="009C54AE" w14:paraId="07717C2D" w14:textId="77777777" w:rsidTr="00923D7D">
        <w:tc>
          <w:tcPr>
            <w:tcW w:w="9639" w:type="dxa"/>
          </w:tcPr>
          <w:p w14:paraId="07717C2C" w14:textId="77777777" w:rsidR="0085747A" w:rsidRPr="009C54AE" w:rsidRDefault="00BA74FF" w:rsidP="00BA74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usług edukacyjnych</w:t>
            </w:r>
          </w:p>
        </w:tc>
      </w:tr>
      <w:tr w:rsidR="0085747A" w:rsidRPr="009C54AE" w14:paraId="07717C2F" w14:textId="77777777" w:rsidTr="00923D7D">
        <w:tc>
          <w:tcPr>
            <w:tcW w:w="9639" w:type="dxa"/>
          </w:tcPr>
          <w:p w14:paraId="07717C2E" w14:textId="77777777" w:rsidR="0085747A" w:rsidRPr="009C54AE" w:rsidRDefault="004533DF" w:rsidP="004533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Usługi kulturalne</w:t>
            </w:r>
          </w:p>
        </w:tc>
      </w:tr>
      <w:tr w:rsidR="00BA74FF" w:rsidRPr="009C54AE" w14:paraId="07717C31" w14:textId="77777777" w:rsidTr="00923D7D">
        <w:tc>
          <w:tcPr>
            <w:tcW w:w="9639" w:type="dxa"/>
          </w:tcPr>
          <w:p w14:paraId="07717C30" w14:textId="77777777" w:rsidR="00BA74FF" w:rsidRDefault="00BA74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Sport i rekreacja</w:t>
            </w:r>
          </w:p>
        </w:tc>
      </w:tr>
      <w:tr w:rsidR="00BA74FF" w:rsidRPr="009C54AE" w14:paraId="07717C33" w14:textId="77777777" w:rsidTr="00923D7D">
        <w:tc>
          <w:tcPr>
            <w:tcW w:w="9639" w:type="dxa"/>
          </w:tcPr>
          <w:p w14:paraId="07717C32" w14:textId="77777777" w:rsidR="00BA74FF" w:rsidRDefault="004533DF" w:rsidP="004533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Usługi w zakresie profilaktyki i o</w:t>
            </w:r>
            <w:r w:rsidR="00BA74FF">
              <w:rPr>
                <w:rFonts w:ascii="Corbel" w:hAnsi="Corbel"/>
                <w:sz w:val="24"/>
                <w:szCs w:val="24"/>
              </w:rPr>
              <w:t>chron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BA74FF">
              <w:rPr>
                <w:rFonts w:ascii="Corbel" w:hAnsi="Corbel"/>
                <w:sz w:val="24"/>
                <w:szCs w:val="24"/>
              </w:rPr>
              <w:t xml:space="preserve"> zdrowia</w:t>
            </w:r>
          </w:p>
        </w:tc>
      </w:tr>
      <w:tr w:rsidR="004533DF" w:rsidRPr="009C54AE" w14:paraId="07717C35" w14:textId="77777777" w:rsidTr="00923D7D">
        <w:tc>
          <w:tcPr>
            <w:tcW w:w="9639" w:type="dxa"/>
          </w:tcPr>
          <w:p w14:paraId="07717C34" w14:textId="77777777" w:rsidR="004533DF" w:rsidRDefault="004533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Usługi pomocy społecznej</w:t>
            </w:r>
          </w:p>
        </w:tc>
      </w:tr>
      <w:tr w:rsidR="004533DF" w:rsidRPr="009C54AE" w14:paraId="07717C37" w14:textId="77777777" w:rsidTr="00923D7D">
        <w:tc>
          <w:tcPr>
            <w:tcW w:w="9639" w:type="dxa"/>
          </w:tcPr>
          <w:p w14:paraId="07717C36" w14:textId="77777777" w:rsidR="004533DF" w:rsidRDefault="00C04433" w:rsidP="001A2C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Rozwój technologii informacyjno-komunikacyjnych </w:t>
            </w:r>
            <w:r w:rsidR="001A2C23">
              <w:rPr>
                <w:rFonts w:ascii="Corbel" w:hAnsi="Corbel"/>
                <w:sz w:val="24"/>
                <w:szCs w:val="24"/>
              </w:rPr>
              <w:t>jako czynnik zmiany w zarządzaniu i świadczeniu lokalnych (miejskich)</w:t>
            </w:r>
            <w:r w:rsidR="00281C95">
              <w:rPr>
                <w:rFonts w:ascii="Corbel" w:hAnsi="Corbel"/>
                <w:sz w:val="24"/>
                <w:szCs w:val="24"/>
              </w:rPr>
              <w:t xml:space="preserve"> </w:t>
            </w:r>
            <w:r w:rsidR="001A2C23">
              <w:rPr>
                <w:rFonts w:ascii="Corbel" w:hAnsi="Corbel"/>
                <w:sz w:val="24"/>
                <w:szCs w:val="24"/>
              </w:rPr>
              <w:t xml:space="preserve">usług publicznych </w:t>
            </w:r>
          </w:p>
        </w:tc>
      </w:tr>
    </w:tbl>
    <w:p w14:paraId="07717C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717C3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51C5F863">
        <w:rPr>
          <w:rFonts w:ascii="Corbel" w:hAnsi="Corbel"/>
          <w:smallCaps w:val="0"/>
        </w:rPr>
        <w:t>3.4 Metody dydaktyczne</w:t>
      </w:r>
      <w:r w:rsidRPr="51C5F863">
        <w:rPr>
          <w:rFonts w:ascii="Corbel" w:hAnsi="Corbel"/>
          <w:b w:val="0"/>
          <w:smallCaps w:val="0"/>
        </w:rPr>
        <w:t xml:space="preserve"> </w:t>
      </w:r>
    </w:p>
    <w:p w14:paraId="2A67060C" w14:textId="00616212" w:rsidR="51C5F863" w:rsidRDefault="51C5F863" w:rsidP="51C5F863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07717C3A" w14:textId="77777777" w:rsidR="0085747A" w:rsidRDefault="00044E0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07717C41" w14:textId="665B6F50" w:rsidR="0085747A" w:rsidRPr="009C54AE" w:rsidRDefault="00044E01" w:rsidP="5353A786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353A786">
        <w:rPr>
          <w:rFonts w:ascii="Corbel" w:hAnsi="Corbel"/>
          <w:b w:val="0"/>
          <w:smallCaps w:val="0"/>
        </w:rPr>
        <w:t>Konwersatorium: dyskusja moderowana, analiza</w:t>
      </w:r>
      <w:r w:rsidR="00D4760C" w:rsidRPr="5353A786">
        <w:rPr>
          <w:rFonts w:ascii="Corbel" w:hAnsi="Corbel"/>
          <w:b w:val="0"/>
          <w:smallCaps w:val="0"/>
        </w:rPr>
        <w:t xml:space="preserve"> </w:t>
      </w:r>
      <w:r w:rsidRPr="5353A786">
        <w:rPr>
          <w:rFonts w:ascii="Corbel" w:hAnsi="Corbel"/>
          <w:b w:val="0"/>
          <w:smallCaps w:val="0"/>
        </w:rPr>
        <w:t>rozwiązań praktycznych w wybranych miastach</w:t>
      </w:r>
      <w:r w:rsidR="00D4760C" w:rsidRPr="5353A786">
        <w:rPr>
          <w:rFonts w:ascii="Corbel" w:hAnsi="Corbel"/>
          <w:b w:val="0"/>
          <w:smallCaps w:val="0"/>
        </w:rPr>
        <w:t xml:space="preserve"> na tle uwarunkowań prawnych, organizacyjnych i społeczno-ekonomicznych</w:t>
      </w:r>
      <w:r w:rsidR="00507C91" w:rsidRPr="5353A786">
        <w:rPr>
          <w:rFonts w:ascii="Corbel" w:hAnsi="Corbel"/>
          <w:b w:val="0"/>
          <w:smallCaps w:val="0"/>
        </w:rPr>
        <w:t>, metoda problemowa</w:t>
      </w:r>
      <w:r w:rsidR="00D4760C" w:rsidRPr="5353A786">
        <w:rPr>
          <w:rFonts w:ascii="Corbel" w:hAnsi="Corbel"/>
          <w:b w:val="0"/>
          <w:smallCaps w:val="0"/>
        </w:rPr>
        <w:t xml:space="preserve"> </w:t>
      </w:r>
      <w:r w:rsidRPr="5353A786">
        <w:rPr>
          <w:rFonts w:ascii="Corbel" w:hAnsi="Corbel"/>
          <w:b w:val="0"/>
          <w:smallCaps w:val="0"/>
        </w:rPr>
        <w:t xml:space="preserve"> </w:t>
      </w:r>
    </w:p>
    <w:p w14:paraId="07717C4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717C4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7717C4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717C4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7717C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7717C4C" w14:textId="77777777" w:rsidTr="00C05F44">
        <w:tc>
          <w:tcPr>
            <w:tcW w:w="1985" w:type="dxa"/>
            <w:vAlign w:val="center"/>
          </w:tcPr>
          <w:p w14:paraId="07717C4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7717C4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7717C4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7717C4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7717C4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07717C50" w14:textId="77777777" w:rsidTr="00C05F44">
        <w:tc>
          <w:tcPr>
            <w:tcW w:w="1985" w:type="dxa"/>
          </w:tcPr>
          <w:p w14:paraId="07717C4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7717C4E" w14:textId="77777777" w:rsidR="0085747A" w:rsidRPr="00281C95" w:rsidRDefault="00281C9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</w:t>
            </w:r>
          </w:p>
        </w:tc>
        <w:tc>
          <w:tcPr>
            <w:tcW w:w="2126" w:type="dxa"/>
          </w:tcPr>
          <w:p w14:paraId="07717C4F" w14:textId="77777777" w:rsidR="0085747A" w:rsidRPr="009C54AE" w:rsidRDefault="00281C95" w:rsidP="00281C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85747A" w:rsidRPr="009C54AE" w14:paraId="07717C54" w14:textId="77777777" w:rsidTr="00C05F44">
        <w:tc>
          <w:tcPr>
            <w:tcW w:w="1985" w:type="dxa"/>
          </w:tcPr>
          <w:p w14:paraId="07717C5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7717C52" w14:textId="77777777" w:rsidR="0085747A" w:rsidRPr="009C54AE" w:rsidRDefault="00281C9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pisemne, wypowiedzi podczas zajęć</w:t>
            </w:r>
          </w:p>
        </w:tc>
        <w:tc>
          <w:tcPr>
            <w:tcW w:w="2126" w:type="dxa"/>
          </w:tcPr>
          <w:p w14:paraId="07717C53" w14:textId="77777777" w:rsidR="0085747A" w:rsidRPr="009C54AE" w:rsidRDefault="00281C9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w;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281C95" w:rsidRPr="009C54AE" w14:paraId="07717C58" w14:textId="77777777" w:rsidTr="00C05F44">
        <w:tc>
          <w:tcPr>
            <w:tcW w:w="1985" w:type="dxa"/>
          </w:tcPr>
          <w:p w14:paraId="07717C55" w14:textId="77777777" w:rsidR="00281C95" w:rsidRPr="009C54AE" w:rsidRDefault="00281C9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528" w:type="dxa"/>
          </w:tcPr>
          <w:p w14:paraId="07717C56" w14:textId="77777777" w:rsidR="00281C95" w:rsidRPr="00281C95" w:rsidRDefault="009B174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 podstawie wypowiedzi podczas zajęć</w:t>
            </w:r>
          </w:p>
        </w:tc>
        <w:tc>
          <w:tcPr>
            <w:tcW w:w="2126" w:type="dxa"/>
          </w:tcPr>
          <w:p w14:paraId="07717C57" w14:textId="77777777" w:rsidR="00281C95" w:rsidRDefault="009B174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9B174D" w:rsidRPr="009C54AE" w14:paraId="07717C5C" w14:textId="77777777" w:rsidTr="00C05F44">
        <w:tc>
          <w:tcPr>
            <w:tcW w:w="1985" w:type="dxa"/>
          </w:tcPr>
          <w:p w14:paraId="07717C59" w14:textId="77777777" w:rsidR="009B174D" w:rsidRDefault="009B17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7717C5A" w14:textId="77777777" w:rsidR="009B174D" w:rsidRDefault="009B174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 podstawie obserwacji i wypowiedzi podczas zajęć</w:t>
            </w:r>
          </w:p>
        </w:tc>
        <w:tc>
          <w:tcPr>
            <w:tcW w:w="2126" w:type="dxa"/>
          </w:tcPr>
          <w:p w14:paraId="07717C5B" w14:textId="77777777" w:rsidR="009B174D" w:rsidRDefault="009B174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07717C5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717C5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7717C5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7717C62" w14:textId="77777777" w:rsidTr="29C4E9D9">
        <w:tc>
          <w:tcPr>
            <w:tcW w:w="9670" w:type="dxa"/>
          </w:tcPr>
          <w:p w14:paraId="6DEE4596" w14:textId="77777777" w:rsidR="00695C84" w:rsidRDefault="00695C84" w:rsidP="00695C84">
            <w:pPr>
              <w:pStyle w:val="Punktygwne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Wykład: zaliczenie z oceną na podstawie obecności na zajęciach i aktywności. </w:t>
            </w:r>
          </w:p>
          <w:p w14:paraId="68F09056" w14:textId="77777777" w:rsidR="00695C84" w:rsidRPr="009C54AE" w:rsidRDefault="00695C84" w:rsidP="00695C84">
            <w:pPr>
              <w:pStyle w:val="Punktygwne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Konwersatoria: w</w:t>
            </w:r>
            <w:r w:rsidRPr="448044BF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arunkiem uzyskania zaliczenia z przedmiotu jest uzyskanie pozytywnej oceny z testu oraz aktywność podczas zajęć.  </w:t>
            </w:r>
          </w:p>
          <w:p w14:paraId="5D92A821" w14:textId="49BE8679" w:rsidR="0085747A" w:rsidRPr="009C54AE" w:rsidRDefault="29C4E9D9" w:rsidP="29C4E9D9">
            <w:pPr>
              <w:pStyle w:val="Punktygwne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bookmarkStart w:id="0" w:name="_GoBack"/>
            <w:bookmarkEnd w:id="0"/>
            <w:r w:rsidRPr="29C4E9D9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Punktacja testu pisemnego jest następująca:  </w:t>
            </w:r>
          </w:p>
          <w:p w14:paraId="574CABE4" w14:textId="4F8FFABD" w:rsidR="0085747A" w:rsidRPr="009C54AE" w:rsidRDefault="29C4E9D9" w:rsidP="29C4E9D9">
            <w:pPr>
              <w:pStyle w:val="Punktygwne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29C4E9D9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ocena dostateczna - 51-60% </w:t>
            </w:r>
          </w:p>
          <w:p w14:paraId="25FCFB42" w14:textId="4FCD6C19" w:rsidR="0085747A" w:rsidRPr="009C54AE" w:rsidRDefault="29C4E9D9" w:rsidP="29C4E9D9">
            <w:pPr>
              <w:pStyle w:val="Punktygwne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29C4E9D9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ocena dostateczny plus 61-70% </w:t>
            </w:r>
          </w:p>
          <w:p w14:paraId="2675A95C" w14:textId="18172FF0" w:rsidR="0085747A" w:rsidRPr="009C54AE" w:rsidRDefault="29C4E9D9" w:rsidP="29C4E9D9">
            <w:pPr>
              <w:pStyle w:val="Punktygwne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29C4E9D9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ocena dobry - 71-80% </w:t>
            </w:r>
          </w:p>
          <w:p w14:paraId="06446A55" w14:textId="34F6E53D" w:rsidR="0085747A" w:rsidRPr="009C54AE" w:rsidRDefault="29C4E9D9" w:rsidP="29C4E9D9">
            <w:pPr>
              <w:pStyle w:val="Punktygwne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29C4E9D9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ocena dobry plus 81-90% </w:t>
            </w:r>
          </w:p>
          <w:p w14:paraId="11F0DFAD" w14:textId="0180BB7C" w:rsidR="0085747A" w:rsidRPr="009C54AE" w:rsidRDefault="29C4E9D9" w:rsidP="29C4E9D9">
            <w:pPr>
              <w:pStyle w:val="Punktygwne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29C4E9D9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ocena bardzo dobry 91-100%. </w:t>
            </w:r>
          </w:p>
          <w:p w14:paraId="11635DEC" w14:textId="2BD10D7E" w:rsidR="0085747A" w:rsidRPr="009C54AE" w:rsidRDefault="29C4E9D9" w:rsidP="29C4E9D9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29C4E9D9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Ocena końcowa jest ustalana na podstawie wyniku testu pisemnego (waga – 2) oraz aktywności podczas zajęć (waga – 1).</w:t>
            </w:r>
            <w:r w:rsidRPr="29C4E9D9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07717C61" w14:textId="54DD25EE" w:rsidR="0085747A" w:rsidRPr="009C54AE" w:rsidRDefault="0085747A" w:rsidP="29C4E9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07717C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717C6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7717C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7717C68" w14:textId="77777777" w:rsidTr="336D46E7">
        <w:tc>
          <w:tcPr>
            <w:tcW w:w="4962" w:type="dxa"/>
            <w:vAlign w:val="center"/>
          </w:tcPr>
          <w:p w14:paraId="07717C6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7717C6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7717C6B" w14:textId="77777777" w:rsidTr="336D46E7">
        <w:tc>
          <w:tcPr>
            <w:tcW w:w="4962" w:type="dxa"/>
          </w:tcPr>
          <w:p w14:paraId="07717C6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7717C6A" w14:textId="72C5DE98" w:rsidR="0085747A" w:rsidRPr="009C54AE" w:rsidRDefault="1623DFC2" w:rsidP="003309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336D46E7"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07717C6F" w14:textId="77777777" w:rsidTr="336D46E7">
        <w:tc>
          <w:tcPr>
            <w:tcW w:w="4962" w:type="dxa"/>
          </w:tcPr>
          <w:p w14:paraId="07717C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717C6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7717C6E" w14:textId="5948A476" w:rsidR="00C61DC5" w:rsidRPr="009C54AE" w:rsidRDefault="336D46E7" w:rsidP="336D46E7">
            <w:pPr>
              <w:pStyle w:val="Akapitzlist"/>
              <w:spacing w:after="0" w:line="240" w:lineRule="auto"/>
              <w:ind w:left="0"/>
              <w:jc w:val="center"/>
            </w:pPr>
            <w:r w:rsidRPr="336D46E7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C61DC5" w:rsidRPr="009C54AE" w14:paraId="07717C73" w14:textId="77777777" w:rsidTr="336D46E7">
        <w:tc>
          <w:tcPr>
            <w:tcW w:w="4962" w:type="dxa"/>
          </w:tcPr>
          <w:p w14:paraId="07717C7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7717C7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7717C72" w14:textId="6933D6FA" w:rsidR="00C61DC5" w:rsidRPr="009C54AE" w:rsidRDefault="1623DFC2" w:rsidP="003309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336D46E7">
              <w:rPr>
                <w:rFonts w:ascii="Corbel" w:hAnsi="Corbel"/>
                <w:sz w:val="24"/>
                <w:szCs w:val="24"/>
              </w:rPr>
              <w:t>49</w:t>
            </w:r>
          </w:p>
        </w:tc>
      </w:tr>
      <w:tr w:rsidR="0085747A" w:rsidRPr="009C54AE" w14:paraId="07717C76" w14:textId="77777777" w:rsidTr="336D46E7">
        <w:tc>
          <w:tcPr>
            <w:tcW w:w="4962" w:type="dxa"/>
          </w:tcPr>
          <w:p w14:paraId="07717C7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7717C75" w14:textId="77777777" w:rsidR="0085747A" w:rsidRPr="009C54AE" w:rsidRDefault="0033092C" w:rsidP="003309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7717C79" w14:textId="77777777" w:rsidTr="336D46E7">
        <w:tc>
          <w:tcPr>
            <w:tcW w:w="4962" w:type="dxa"/>
          </w:tcPr>
          <w:p w14:paraId="07717C7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7717C78" w14:textId="77777777" w:rsidR="0085747A" w:rsidRPr="009C54AE" w:rsidRDefault="0033092C" w:rsidP="003309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7717C7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7717C7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717C7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7717C7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7717C80" w14:textId="77777777" w:rsidTr="5353A786">
        <w:trPr>
          <w:trHeight w:val="397"/>
        </w:trPr>
        <w:tc>
          <w:tcPr>
            <w:tcW w:w="3544" w:type="dxa"/>
          </w:tcPr>
          <w:p w14:paraId="07717C7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7717C7F" w14:textId="209714F5" w:rsidR="0085747A" w:rsidRPr="009C54AE" w:rsidRDefault="5353A786" w:rsidP="5353A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5353A786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07717C83" w14:textId="77777777" w:rsidTr="5353A786">
        <w:trPr>
          <w:trHeight w:val="397"/>
        </w:trPr>
        <w:tc>
          <w:tcPr>
            <w:tcW w:w="3544" w:type="dxa"/>
          </w:tcPr>
          <w:p w14:paraId="07717C8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7717C82" w14:textId="184FE466" w:rsidR="0085747A" w:rsidRPr="009C54AE" w:rsidRDefault="5353A786" w:rsidP="5353A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353A786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07717C8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717C8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7717C8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7717C8A" w14:textId="77777777" w:rsidTr="0071620A">
        <w:trPr>
          <w:trHeight w:val="397"/>
        </w:trPr>
        <w:tc>
          <w:tcPr>
            <w:tcW w:w="7513" w:type="dxa"/>
          </w:tcPr>
          <w:p w14:paraId="07717C87" w14:textId="77777777" w:rsidR="0085747A" w:rsidRPr="009D6E89" w:rsidRDefault="0085747A" w:rsidP="009D6E89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9D6E8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21148B7" w14:textId="77777777" w:rsidR="009D6E89" w:rsidRDefault="009D6E89" w:rsidP="009D6E89">
            <w:pPr>
              <w:pStyle w:val="Punktygwne"/>
              <w:spacing w:before="0" w:after="0"/>
              <w:ind w:left="39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7717C88" w14:textId="0F31BC4B" w:rsidR="00572D2E" w:rsidRPr="009C54AE" w:rsidRDefault="00572D2E" w:rsidP="009D6E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Biliński M., Gonet W., Wolska H., Gospodarka komunalna. Problematyka realizacji zadań publicznych, Wolters Kluwer, Warszawa 2020.</w:t>
            </w:r>
          </w:p>
          <w:p w14:paraId="07717C89" w14:textId="77777777" w:rsidR="00C63A12" w:rsidRPr="009C54AE" w:rsidRDefault="00572D2E" w:rsidP="009D6E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Realizacja usług publicznych w jednostkach samorządu terytorialnego – ograniczeni, możliwości, rekomendacje, C.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Trutkowski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(red.), FRDL, Warszawa 2016.</w:t>
            </w:r>
          </w:p>
        </w:tc>
      </w:tr>
      <w:tr w:rsidR="0085747A" w:rsidRPr="009C54AE" w14:paraId="07717C90" w14:textId="77777777" w:rsidTr="0071620A">
        <w:trPr>
          <w:trHeight w:val="397"/>
        </w:trPr>
        <w:tc>
          <w:tcPr>
            <w:tcW w:w="7513" w:type="dxa"/>
          </w:tcPr>
          <w:p w14:paraId="07717C8B" w14:textId="77777777" w:rsidR="0085747A" w:rsidRPr="009D6E89" w:rsidRDefault="0085747A" w:rsidP="009D6E89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9D6E8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63AFDA4" w14:textId="77777777" w:rsidR="009D6E89" w:rsidRDefault="009D6E89" w:rsidP="009D6E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7717C8C" w14:textId="6C1F422F" w:rsidR="00572D2E" w:rsidRDefault="00572D2E" w:rsidP="009D6E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Kultura organizacji publicznych świadczących usługi społeczne, A.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Frączkiewicz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-Wronka, I. Marzec (red.), Wydawnictwo Uniwersytetu Ekonomicznego, Katowice 2015.</w:t>
            </w:r>
          </w:p>
          <w:p w14:paraId="07717C8D" w14:textId="2D01D5BD" w:rsidR="00572D2E" w:rsidRDefault="00572D2E" w:rsidP="009D6E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Maciąg J., Kantyka J.,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Prawelska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-Skrzypek G., Zarządzanie jakością usług rekreacyjnych w mieście i gminie, ISP UJ, Kraków 2018.</w:t>
            </w:r>
          </w:p>
          <w:p w14:paraId="07717C8E" w14:textId="77777777" w:rsidR="00572D2E" w:rsidRDefault="00572D2E" w:rsidP="009D6E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Modrzyński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P., Gawłowski R.,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Modrzyńska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Samorządowe centra usług wspólnych. Założenia i praktyka, C.H. Beck, Warszawa 2018. </w:t>
            </w:r>
          </w:p>
          <w:p w14:paraId="07717C8F" w14:textId="77777777" w:rsidR="00D15CEA" w:rsidRPr="009C54AE" w:rsidRDefault="00572D2E" w:rsidP="009D6E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Opolski K., Modzelewski P., Zarządzanie jakością w usługach publicznych,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2021.</w:t>
            </w:r>
          </w:p>
        </w:tc>
      </w:tr>
    </w:tbl>
    <w:p w14:paraId="07717C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717C9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717C9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82A4C1" w14:textId="77777777" w:rsidR="00045FB7" w:rsidRDefault="00045FB7" w:rsidP="00C16ABF">
      <w:pPr>
        <w:spacing w:after="0" w:line="240" w:lineRule="auto"/>
      </w:pPr>
      <w:r>
        <w:separator/>
      </w:r>
    </w:p>
  </w:endnote>
  <w:endnote w:type="continuationSeparator" w:id="0">
    <w:p w14:paraId="006DD560" w14:textId="77777777" w:rsidR="00045FB7" w:rsidRDefault="00045FB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A83265" w14:textId="77777777" w:rsidR="00045FB7" w:rsidRDefault="00045FB7" w:rsidP="00C16ABF">
      <w:pPr>
        <w:spacing w:after="0" w:line="240" w:lineRule="auto"/>
      </w:pPr>
      <w:r>
        <w:separator/>
      </w:r>
    </w:p>
  </w:footnote>
  <w:footnote w:type="continuationSeparator" w:id="0">
    <w:p w14:paraId="6E42A5DC" w14:textId="77777777" w:rsidR="00045FB7" w:rsidRDefault="00045FB7" w:rsidP="00C16ABF">
      <w:pPr>
        <w:spacing w:after="0" w:line="240" w:lineRule="auto"/>
      </w:pPr>
      <w:r>
        <w:continuationSeparator/>
      </w:r>
    </w:p>
  </w:footnote>
  <w:footnote w:id="1">
    <w:p w14:paraId="07717C9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1729"/>
    <w:rsid w:val="00022ECE"/>
    <w:rsid w:val="00042A51"/>
    <w:rsid w:val="00042D2E"/>
    <w:rsid w:val="00044C82"/>
    <w:rsid w:val="00044E01"/>
    <w:rsid w:val="00045FB7"/>
    <w:rsid w:val="00070ED6"/>
    <w:rsid w:val="000742DC"/>
    <w:rsid w:val="00084C12"/>
    <w:rsid w:val="00084F58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0"/>
    <w:rsid w:val="00124BFF"/>
    <w:rsid w:val="0012560E"/>
    <w:rsid w:val="00127108"/>
    <w:rsid w:val="00134B13"/>
    <w:rsid w:val="00143032"/>
    <w:rsid w:val="001436BD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1C9B"/>
    <w:rsid w:val="001A2C23"/>
    <w:rsid w:val="001A70D2"/>
    <w:rsid w:val="001D657B"/>
    <w:rsid w:val="001D7B54"/>
    <w:rsid w:val="001E0209"/>
    <w:rsid w:val="001F2CA2"/>
    <w:rsid w:val="002144C0"/>
    <w:rsid w:val="00216B16"/>
    <w:rsid w:val="0022477D"/>
    <w:rsid w:val="002278A9"/>
    <w:rsid w:val="002336F9"/>
    <w:rsid w:val="00237EFD"/>
    <w:rsid w:val="0024028F"/>
    <w:rsid w:val="00244ABC"/>
    <w:rsid w:val="00281C9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92C"/>
    <w:rsid w:val="003343CF"/>
    <w:rsid w:val="003373C5"/>
    <w:rsid w:val="00346FE9"/>
    <w:rsid w:val="0034759A"/>
    <w:rsid w:val="003503F6"/>
    <w:rsid w:val="003530DD"/>
    <w:rsid w:val="00363F78"/>
    <w:rsid w:val="00386718"/>
    <w:rsid w:val="003947DB"/>
    <w:rsid w:val="00397A77"/>
    <w:rsid w:val="003A0A5B"/>
    <w:rsid w:val="003A1176"/>
    <w:rsid w:val="003C0BAE"/>
    <w:rsid w:val="003C6158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33DF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07A"/>
    <w:rsid w:val="004A3EEA"/>
    <w:rsid w:val="004A4D1F"/>
    <w:rsid w:val="004D5282"/>
    <w:rsid w:val="004F1551"/>
    <w:rsid w:val="004F55A3"/>
    <w:rsid w:val="0050496F"/>
    <w:rsid w:val="00507C91"/>
    <w:rsid w:val="00513B6F"/>
    <w:rsid w:val="00517C63"/>
    <w:rsid w:val="005363C4"/>
    <w:rsid w:val="00536BDE"/>
    <w:rsid w:val="00543A65"/>
    <w:rsid w:val="00543ACC"/>
    <w:rsid w:val="0056696D"/>
    <w:rsid w:val="00572D2E"/>
    <w:rsid w:val="0059484D"/>
    <w:rsid w:val="005A0855"/>
    <w:rsid w:val="005A133C"/>
    <w:rsid w:val="005A3196"/>
    <w:rsid w:val="005C080F"/>
    <w:rsid w:val="005C3C2B"/>
    <w:rsid w:val="005C55E5"/>
    <w:rsid w:val="005C696A"/>
    <w:rsid w:val="005E6E85"/>
    <w:rsid w:val="005F31D2"/>
    <w:rsid w:val="0061029B"/>
    <w:rsid w:val="00610896"/>
    <w:rsid w:val="00617230"/>
    <w:rsid w:val="00621CE1"/>
    <w:rsid w:val="00624C32"/>
    <w:rsid w:val="00627FC9"/>
    <w:rsid w:val="0064294B"/>
    <w:rsid w:val="006435E0"/>
    <w:rsid w:val="00647FA8"/>
    <w:rsid w:val="00650C5F"/>
    <w:rsid w:val="00652234"/>
    <w:rsid w:val="006532D2"/>
    <w:rsid w:val="00654934"/>
    <w:rsid w:val="006620D9"/>
    <w:rsid w:val="00671958"/>
    <w:rsid w:val="00671B10"/>
    <w:rsid w:val="00675843"/>
    <w:rsid w:val="00695C84"/>
    <w:rsid w:val="00696477"/>
    <w:rsid w:val="006D050F"/>
    <w:rsid w:val="006D6139"/>
    <w:rsid w:val="006E5D65"/>
    <w:rsid w:val="006F1282"/>
    <w:rsid w:val="006F1FBC"/>
    <w:rsid w:val="006F31E2"/>
    <w:rsid w:val="007024B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490"/>
    <w:rsid w:val="00790E27"/>
    <w:rsid w:val="007A4022"/>
    <w:rsid w:val="007A6E6E"/>
    <w:rsid w:val="007C3299"/>
    <w:rsid w:val="007C3BCC"/>
    <w:rsid w:val="007C4546"/>
    <w:rsid w:val="007D6E56"/>
    <w:rsid w:val="007F315F"/>
    <w:rsid w:val="007F4155"/>
    <w:rsid w:val="0081408C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E97"/>
    <w:rsid w:val="00997F14"/>
    <w:rsid w:val="009A78D9"/>
    <w:rsid w:val="009B174D"/>
    <w:rsid w:val="009C3E31"/>
    <w:rsid w:val="009C54AE"/>
    <w:rsid w:val="009C788E"/>
    <w:rsid w:val="009D3F3B"/>
    <w:rsid w:val="009D6E89"/>
    <w:rsid w:val="009E0543"/>
    <w:rsid w:val="009E3B41"/>
    <w:rsid w:val="009E5D0F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ADD"/>
    <w:rsid w:val="00AB053C"/>
    <w:rsid w:val="00AC0FC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44DE"/>
    <w:rsid w:val="00B75946"/>
    <w:rsid w:val="00B8056E"/>
    <w:rsid w:val="00B819C8"/>
    <w:rsid w:val="00B82308"/>
    <w:rsid w:val="00B90885"/>
    <w:rsid w:val="00BA1B65"/>
    <w:rsid w:val="00BA507E"/>
    <w:rsid w:val="00BA74FF"/>
    <w:rsid w:val="00BB520A"/>
    <w:rsid w:val="00BD3869"/>
    <w:rsid w:val="00BD412F"/>
    <w:rsid w:val="00BD66E9"/>
    <w:rsid w:val="00BD6FF4"/>
    <w:rsid w:val="00BF2C41"/>
    <w:rsid w:val="00C04433"/>
    <w:rsid w:val="00C058B4"/>
    <w:rsid w:val="00C05F44"/>
    <w:rsid w:val="00C131B5"/>
    <w:rsid w:val="00C16ABF"/>
    <w:rsid w:val="00C170AE"/>
    <w:rsid w:val="00C26CB7"/>
    <w:rsid w:val="00C324C1"/>
    <w:rsid w:val="00C35E4A"/>
    <w:rsid w:val="00C36992"/>
    <w:rsid w:val="00C56036"/>
    <w:rsid w:val="00C57211"/>
    <w:rsid w:val="00C61DC5"/>
    <w:rsid w:val="00C61EF5"/>
    <w:rsid w:val="00C63A12"/>
    <w:rsid w:val="00C67E92"/>
    <w:rsid w:val="00C70A26"/>
    <w:rsid w:val="00C73FC8"/>
    <w:rsid w:val="00C766DF"/>
    <w:rsid w:val="00C94B98"/>
    <w:rsid w:val="00CA2B96"/>
    <w:rsid w:val="00CA5089"/>
    <w:rsid w:val="00CA56E5"/>
    <w:rsid w:val="00CA64D2"/>
    <w:rsid w:val="00CC01CD"/>
    <w:rsid w:val="00CD238A"/>
    <w:rsid w:val="00CD6897"/>
    <w:rsid w:val="00CE5BAC"/>
    <w:rsid w:val="00CE7E1E"/>
    <w:rsid w:val="00CF25BE"/>
    <w:rsid w:val="00CF78ED"/>
    <w:rsid w:val="00D02B25"/>
    <w:rsid w:val="00D02EBA"/>
    <w:rsid w:val="00D15CEA"/>
    <w:rsid w:val="00D17C3C"/>
    <w:rsid w:val="00D26B2C"/>
    <w:rsid w:val="00D352C9"/>
    <w:rsid w:val="00D425B2"/>
    <w:rsid w:val="00D428D6"/>
    <w:rsid w:val="00D4760C"/>
    <w:rsid w:val="00D552B2"/>
    <w:rsid w:val="00D608D1"/>
    <w:rsid w:val="00D74119"/>
    <w:rsid w:val="00D8075B"/>
    <w:rsid w:val="00D8678B"/>
    <w:rsid w:val="00DA2114"/>
    <w:rsid w:val="00DE09C0"/>
    <w:rsid w:val="00DE4A14"/>
    <w:rsid w:val="00DE60EB"/>
    <w:rsid w:val="00DF320D"/>
    <w:rsid w:val="00DF71C8"/>
    <w:rsid w:val="00E129B8"/>
    <w:rsid w:val="00E21E7D"/>
    <w:rsid w:val="00E22FBC"/>
    <w:rsid w:val="00E24BF5"/>
    <w:rsid w:val="00E25338"/>
    <w:rsid w:val="00E51E44"/>
    <w:rsid w:val="00E60455"/>
    <w:rsid w:val="00E63348"/>
    <w:rsid w:val="00E742AA"/>
    <w:rsid w:val="00E75497"/>
    <w:rsid w:val="00E75B8E"/>
    <w:rsid w:val="00E77E88"/>
    <w:rsid w:val="00E8107D"/>
    <w:rsid w:val="00E960BB"/>
    <w:rsid w:val="00EA2074"/>
    <w:rsid w:val="00EA4832"/>
    <w:rsid w:val="00EA4CD0"/>
    <w:rsid w:val="00EA4E9D"/>
    <w:rsid w:val="00EC4899"/>
    <w:rsid w:val="00ED03AB"/>
    <w:rsid w:val="00ED32D2"/>
    <w:rsid w:val="00EE32DE"/>
    <w:rsid w:val="00EE5457"/>
    <w:rsid w:val="00F070AB"/>
    <w:rsid w:val="00F17567"/>
    <w:rsid w:val="00F17DA0"/>
    <w:rsid w:val="00F27A7B"/>
    <w:rsid w:val="00F526AF"/>
    <w:rsid w:val="00F57F18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83A20D"/>
    <w:rsid w:val="0A37C6ED"/>
    <w:rsid w:val="12122B35"/>
    <w:rsid w:val="1623DFC2"/>
    <w:rsid w:val="1EF7134A"/>
    <w:rsid w:val="26B26CC6"/>
    <w:rsid w:val="29C4E9D9"/>
    <w:rsid w:val="2EF59730"/>
    <w:rsid w:val="31EB59A6"/>
    <w:rsid w:val="336D46E7"/>
    <w:rsid w:val="34820526"/>
    <w:rsid w:val="38BC06E0"/>
    <w:rsid w:val="3AC09870"/>
    <w:rsid w:val="3B2A8451"/>
    <w:rsid w:val="3CD002F2"/>
    <w:rsid w:val="44198CC9"/>
    <w:rsid w:val="44958C1E"/>
    <w:rsid w:val="4E803663"/>
    <w:rsid w:val="5081038C"/>
    <w:rsid w:val="51C5F863"/>
    <w:rsid w:val="5353A786"/>
    <w:rsid w:val="55B8AD03"/>
    <w:rsid w:val="5FAB5579"/>
    <w:rsid w:val="6234A946"/>
    <w:rsid w:val="6BB88A90"/>
    <w:rsid w:val="6C510044"/>
    <w:rsid w:val="6CC053F3"/>
    <w:rsid w:val="6F6804DB"/>
    <w:rsid w:val="7AB22B50"/>
    <w:rsid w:val="7F6FE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17B97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99315734B02C9498F95D5A9376B289D" ma:contentTypeVersion="10" ma:contentTypeDescription="Utwórz nowy dokument." ma:contentTypeScope="" ma:versionID="3b2b5a3db6094d1eeb4806acc3e4bd9b">
  <xsd:schema xmlns:xsd="http://www.w3.org/2001/XMLSchema" xmlns:xs="http://www.w3.org/2001/XMLSchema" xmlns:p="http://schemas.microsoft.com/office/2006/metadata/properties" xmlns:ns2="64c3ff55-66d2-4327-be16-6db36224ad05" xmlns:ns3="e9d0c0d5-b707-4a41-8f36-49d63306889e" targetNamespace="http://schemas.microsoft.com/office/2006/metadata/properties" ma:root="true" ma:fieldsID="8336e5676997d496c3e598af013e8da3" ns2:_="" ns3:_="">
    <xsd:import namespace="64c3ff55-66d2-4327-be16-6db36224ad05"/>
    <xsd:import namespace="e9d0c0d5-b707-4a41-8f36-49d6330688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c3ff55-66d2-4327-be16-6db36224ad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53a1d574-02d4-4fed-9423-ab56e15ca9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d0c0d5-b707-4a41-8f36-49d63306889e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658e01d4-eda3-4393-9ddd-a5afe74d53b1}" ma:internalName="TaxCatchAll" ma:showField="CatchAllData" ma:web="e9d0c0d5-b707-4a41-8f36-49d6330688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d0c0d5-b707-4a41-8f36-49d63306889e" xsi:nil="true"/>
    <lcf76f155ced4ddcb4097134ff3c332f xmlns="64c3ff55-66d2-4327-be16-6db36224ad05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198C4-399F-408D-AA01-44B9A2F335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CB58B7-9B22-4009-A67D-C0C8ECD6B8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c3ff55-66d2-4327-be16-6db36224ad05"/>
    <ds:schemaRef ds:uri="e9d0c0d5-b707-4a41-8f36-49d6330688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70214D-097C-4DBD-A797-29742C7A963C}">
  <ds:schemaRefs>
    <ds:schemaRef ds:uri="http://schemas.microsoft.com/office/2006/metadata/properties"/>
    <ds:schemaRef ds:uri="http://schemas.microsoft.com/office/infopath/2007/PartnerControls"/>
    <ds:schemaRef ds:uri="e9d0c0d5-b707-4a41-8f36-49d63306889e"/>
    <ds:schemaRef ds:uri="64c3ff55-66d2-4327-be16-6db36224ad05"/>
  </ds:schemaRefs>
</ds:datastoreItem>
</file>

<file path=customXml/itemProps4.xml><?xml version="1.0" encoding="utf-8"?>
<ds:datastoreItem xmlns:ds="http://schemas.openxmlformats.org/officeDocument/2006/customXml" ds:itemID="{91C9FBBD-E912-4E5C-966B-6527F897C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888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AK</cp:lastModifiedBy>
  <cp:revision>2</cp:revision>
  <cp:lastPrinted>2022-06-10T19:15:00Z</cp:lastPrinted>
  <dcterms:created xsi:type="dcterms:W3CDTF">2025-06-23T09:10:00Z</dcterms:created>
  <dcterms:modified xsi:type="dcterms:W3CDTF">2025-06-23T09:10:00Z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0x010100199315734B02C9498F95D5A9376B289D</vt:lpwstr>
  </property>
  <property fmtid="{D5CDD505-2E9C-101B-9397-08002B2CF9AE}" pid="3" name="MediaServiceImageTags">
    <vt:lpwstr/>
  </property>
</Properties>
</file>